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>Program výmenník KVP 2016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>1)  KZ KVP projekt.- Január December 2015, 1x týždenne. Zdenka Košová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Neformálna skupina KZ KVP, ktorá vybudovala menšiu komunitnú záhradu na pozemku výmenníka KVP naďalej sa zapája do rôznych aktivít- Herbár, Malá škola záhradkára, Eko Talke , kde hlavným  cieľom je  zapájať, naučiť, povzbudiť a motivovať   obyvateľov  KE do rôznych aktivít. Stretnutie pracovné raz týždenne.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---------------------------------------------------------------------------------------------------------------------------</w:t>
      </w:r>
      <w:bookmarkStart w:id="0" w:name="_GoBack"/>
      <w:bookmarkEnd w:id="0"/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 xml:space="preserve">2) Bylinke, marec, máj , jún, september, november 2016- Peter Horváth 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 xml:space="preserve">Bylinkové potulky, kde zámerom je obnoviť tradíciu zbierania liečivých rastlín a plodov v mestách. Je zamerané na všetkých obyvateľov Košíc, bylinkárov a nadšencov zdravého životného štýlu. 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---------------------------------------------------------------------------------------------------------------------------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>3) Herbár Dulenka : Január- marec 2016, 1x týždenne-  Martin Pizňak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 xml:space="preserve"> Bylinky spájajú krásu a liečivu silu prírody. Komunitno-umelecký projekt výmenníka KVP aj tento rok bude pokračovať, nakoľko v KZ KVP pribudlo tohto roku veľa nových rastlín a hlavne byliniek. Herbár Dulenka bol v roku 2015 vystavený v ZŠ Janigová, v Botanickej záhrade UPJŠ a vo výmenníku Wuppertálska. Projekt je zameraný na širšiu cieľovú skupinu deti, mládež, dospelí. Herbár je hlavne edukačný projekt,  kde sa účastníci i naučia spoznávať bylinky. Dnes má herbár 25 gigantických listov plánujeme z neho vytvoriť veľké dielo, ktoré bude mať na zozname všetky rastliny nachádzajúce sa v KZ KVP. 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---------------------------------------------------------------------------------------------------------------------------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 xml:space="preserve">4) Malá škola záhradkárov: marec- máj  2016 –koordinátor projektu Martin Pizňak 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 xml:space="preserve">Originálny nápad ako ukázať mladým ľuďom, že dopestovanie vlastnej úrody nie je zložité. Cieľom je zlepšiť vzťah žiakov ku prírode, svojmu okoliu a osvojiť si jednoduché postupy a princípy pestovania.. 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---------------------------------------------------------------------------------------------------------------------------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>5)  Záhradná architektúra: marec- apríl  2016 , 2 dvojdňový workshop. Ján Dlabal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 xml:space="preserve">Pred výmenníkom Wuppertálska sa vybuduje nová záhrada s pomocou obyvateľov KVP. Workshop ich naučí základné princípy tvorby záhrad, využitie rastlín v záhradníctve, vnímať priestor a pracovať s ním. Naučenú teóriu premenia na prax priamo na mieste a vo vlastnej záhrade. Tým, že účastníci vlastnoručne vybudujú záhradu a vysadia ju, získajú k nej bezprostredný vzťah a budú ju chrániť. 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---------------------------------------------------------------------------------------------------------------------------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 xml:space="preserve">6)  Ako nájdem výmenník ?  apríl 2016 – Martin Pavlov 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 xml:space="preserve">Do výmenníka vedú 4 rôzne prístupové cesty, pomocou ktorých je možno sa dostať  do výmenníka Wuppertálska. Deti spolu s umelcom privedú k nám oveľa viacej návštevníkov a to v podobe navigácie , ktorú vytvoria street  artom. Cieľom je označiť trasu do výmenníka názvami byliniek a vytvoriť z neho tzv. informačný chodníček , ktorý dovedie návštevníkov priamo do výmenníka a KZ KVP.  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----------------------------------------------------------------------------------------------------------------------------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 xml:space="preserve">7) Keramické KVP ečko, október  2016 – Martina Tajtáková 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Keramický workshop pod vedením Martiny Tajtákovej  je nosnou aktivitou pre deti, mládež a dospelákov. Práca s hlinou podporuje u ľudí kreativitu a fantáziu.  Výstava keramických KVPečkárov spojená s workshopom, kde účastníci si sami vyrobia svoj vlastný keramický výrobok.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>8)Výmenníková kôlnička: Tesársky workshop , november 2016 - Andrea Andrejková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Vo výmenníku KVP počas troch dni bude prebiehať tesársky workshop, kde účastníci sa budú môcť naučiť pracovať s drevom, spoznajú jeho možnosti využitia a spolu s lektorkou tak budú môcť vyrobiť informačné tabuľky potrebné na označenie rastlín , ktoré sú vysadené v KZ KVP a Prednej záhrady. Účastníci vlastnou tvorbou tak pridajú ďalšiu hodnotu záhrad , vyrobia sa tabule či už odkazové, poučné, obrázkové, ktoré sa budú inštalovať v záhradách.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---------------------------------------------------------------------------------------------------------------------------</w:t>
      </w:r>
    </w:p>
    <w:p w:rsidR="00953AC5" w:rsidRPr="00AE2F42" w:rsidRDefault="00953AC5" w:rsidP="00620F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E2F42">
        <w:rPr>
          <w:rFonts w:ascii="Times New Roman" w:hAnsi="Times New Roman"/>
          <w:b/>
          <w:sz w:val="24"/>
          <w:szCs w:val="24"/>
        </w:rPr>
        <w:t>9) Výroba prírodnej kozmetiky  raz mesačne február- december 2016- Andrea Imrichová</w:t>
      </w:r>
    </w:p>
    <w:p w:rsidR="00953AC5" w:rsidRPr="00AE2F42" w:rsidRDefault="00953AC5" w:rsidP="00620F71">
      <w:pPr>
        <w:spacing w:before="100" w:beforeAutospacing="1" w:after="100" w:afterAutospacing="1" w:line="240" w:lineRule="auto"/>
        <w:jc w:val="both"/>
        <w:outlineLvl w:val="2"/>
        <w:rPr>
          <w:bCs/>
          <w:sz w:val="24"/>
          <w:szCs w:val="24"/>
        </w:rPr>
      </w:pPr>
      <w:r w:rsidRPr="00AE2F42">
        <w:rPr>
          <w:bCs/>
          <w:sz w:val="24"/>
          <w:szCs w:val="24"/>
        </w:rPr>
        <w:t>Obľúbené workshopy o výrobe a príprave domácej prírodnej kozmetiky. Pravidelne, vždy raz do mesiaca sa vo Výmenníku Wuppertálska. O vlastné recepty a postupy sa podelí lektorka, Andrea Imrichová Süli.</w:t>
      </w:r>
    </w:p>
    <w:p w:rsidR="00953AC5" w:rsidRPr="00AE2F42" w:rsidRDefault="00953AC5" w:rsidP="00620F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2F42">
        <w:rPr>
          <w:rFonts w:ascii="Times New Roman" w:hAnsi="Times New Roman"/>
          <w:sz w:val="24"/>
          <w:szCs w:val="24"/>
        </w:rPr>
        <w:t> ----------------------------------------------------------------------------------------------------------------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>10) EkoTalke raz mesačne prvý pondelok v mesiaci.  Február – December 2015, - Terézia Hňačičová Debnička od babičky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Pomocou odborných prednášok prebiehajúcich vo výmenníku sa návštevníci majú možnosť neformálne vzdelávať a prispieť tak aj svojimi  zaujímavými témami čo najbližšie k ľuďom. Aktuálne témy sú prevažne orientované na záhradkársku, prírodnú, farmárčenie , kulinársku ale aj cestovateľskú diskusiu. Každý tu dostane priestor rozprávať pomocou čoho bude mať možnosť sa vyjadriť v mene prírody.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>Termíny : 9.2.2016, 8.3.2016, 19.4.2016, 10.5.2016, 7.6.2016.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---------------------------------------------------------------------------------------------------------------------------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>11) Postavme si Wuppertál:  Helmut Bistika  jún 2016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 xml:space="preserve">Prezentácia partnerského mesta Košice prostredníctvom modelu mesta a budov na streche výmenníka Wuppertálska. Umelec v spolupráci so žiakmi postaví kartónové modely, naučí deti, ako pracovať s papierom, ako vnímať priestor a architektúru mesta a aké sú princípy urbanizmu. 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---------------------------------------------------------------------------------------------------------------------------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>12) Deň nápadov:  február, apríl, október , december 2016.-Ingrid Pizňaková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Tematické tvorivé dielne 4x počas školského roku. Fašiangová, Veľkonočná, Halloweenska a Vianočná téma.</w:t>
      </w:r>
    </w:p>
    <w:p w:rsidR="00953AC5" w:rsidRPr="00AE2F42" w:rsidRDefault="00953AC5" w:rsidP="00620F71">
      <w:pPr>
        <w:rPr>
          <w:sz w:val="24"/>
          <w:szCs w:val="24"/>
        </w:rPr>
      </w:pPr>
      <w:r w:rsidRPr="00AE2F42">
        <w:rPr>
          <w:sz w:val="24"/>
          <w:szCs w:val="24"/>
        </w:rPr>
        <w:t>---------------------------------------------------------------------------------------------------------------------------</w:t>
      </w:r>
    </w:p>
    <w:p w:rsidR="00953AC5" w:rsidRPr="00AE2F42" w:rsidRDefault="00953AC5" w:rsidP="00620F71">
      <w:pPr>
        <w:rPr>
          <w:b/>
          <w:sz w:val="24"/>
          <w:szCs w:val="24"/>
        </w:rPr>
      </w:pPr>
      <w:r w:rsidRPr="00AE2F42">
        <w:rPr>
          <w:b/>
          <w:sz w:val="24"/>
          <w:szCs w:val="24"/>
        </w:rPr>
        <w:t>13) Narodeniny KZ KVP a Otvorenie novej záhrady s názvom Predná záhrada</w:t>
      </w:r>
    </w:p>
    <w:p w:rsidR="00953AC5" w:rsidRPr="00AE2F42" w:rsidRDefault="00953AC5" w:rsidP="00AE2F42">
      <w:pPr>
        <w:rPr>
          <w:rStyle w:val="apple-converted-space"/>
          <w:rFonts w:ascii="Arial" w:hAnsi="Arial" w:cs="Arial"/>
          <w:color w:val="4A4A4A"/>
          <w:sz w:val="24"/>
          <w:szCs w:val="24"/>
          <w:shd w:val="clear" w:color="auto" w:fill="FFFFFF"/>
        </w:rPr>
      </w:pPr>
      <w:r w:rsidRPr="00AE2F42">
        <w:rPr>
          <w:sz w:val="24"/>
          <w:szCs w:val="24"/>
        </w:rPr>
        <w:t>10.9.2016 oslávime narodeniny KZ KVP, návštevníkom ponúkneme rôzne aktivity, workshopy</w:t>
      </w:r>
      <w:r>
        <w:rPr>
          <w:sz w:val="24"/>
          <w:szCs w:val="24"/>
        </w:rPr>
        <w:t xml:space="preserve"> a </w:t>
      </w:r>
      <w:r w:rsidRPr="00AE2F42">
        <w:rPr>
          <w:sz w:val="24"/>
          <w:szCs w:val="24"/>
        </w:rPr>
        <w:t xml:space="preserve">prednášky, hudobný program, animácie pre deti. V závere podujatie oficiálne otvoríme Prednú  </w:t>
      </w:r>
      <w:r>
        <w:rPr>
          <w:sz w:val="24"/>
          <w:szCs w:val="24"/>
        </w:rPr>
        <w:t>Záhradu.</w:t>
      </w:r>
    </w:p>
    <w:p w:rsidR="00953AC5" w:rsidRPr="00AE2F42" w:rsidRDefault="00953AC5">
      <w:pPr>
        <w:rPr>
          <w:sz w:val="24"/>
          <w:szCs w:val="24"/>
        </w:rPr>
      </w:pPr>
    </w:p>
    <w:sectPr w:rsidR="00953AC5" w:rsidRPr="00AE2F42" w:rsidSect="001A1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5D7A"/>
    <w:multiLevelType w:val="hybridMultilevel"/>
    <w:tmpl w:val="6186BFA0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E245BA"/>
    <w:multiLevelType w:val="hybridMultilevel"/>
    <w:tmpl w:val="424E2222"/>
    <w:lvl w:ilvl="0" w:tplc="CAE0A1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B257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3A0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DC10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9C5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BA82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14C1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438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E06F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6F5"/>
    <w:rsid w:val="00000EFC"/>
    <w:rsid w:val="000806F5"/>
    <w:rsid w:val="0013426B"/>
    <w:rsid w:val="001A143A"/>
    <w:rsid w:val="002103B7"/>
    <w:rsid w:val="00574C2A"/>
    <w:rsid w:val="00620F71"/>
    <w:rsid w:val="006E6B7E"/>
    <w:rsid w:val="008E2761"/>
    <w:rsid w:val="008F2DE7"/>
    <w:rsid w:val="00953AC5"/>
    <w:rsid w:val="00AE2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F71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20F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620F7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971</Words>
  <Characters>5537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výmenník KVP 2016</dc:title>
  <dc:subject/>
  <dc:creator>SPOTS</dc:creator>
  <cp:keywords/>
  <dc:description/>
  <cp:lastModifiedBy>Dell GX620-04</cp:lastModifiedBy>
  <cp:revision>2</cp:revision>
  <dcterms:created xsi:type="dcterms:W3CDTF">2016-02-01T08:08:00Z</dcterms:created>
  <dcterms:modified xsi:type="dcterms:W3CDTF">2016-02-01T08:08:00Z</dcterms:modified>
</cp:coreProperties>
</file>